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F93A71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F24139">
        <w:rPr>
          <w:rFonts w:ascii="Corbel" w:hAnsi="Corbel"/>
          <w:i/>
          <w:sz w:val="24"/>
          <w:szCs w:val="24"/>
        </w:rPr>
        <w:tab/>
      </w:r>
      <w:r w:rsidR="00F24139">
        <w:rPr>
          <w:rFonts w:ascii="Corbel" w:hAnsi="Corbel"/>
          <w:i/>
          <w:sz w:val="24"/>
          <w:szCs w:val="24"/>
        </w:rPr>
        <w:tab/>
      </w:r>
      <w:r w:rsidR="00F24139">
        <w:rPr>
          <w:rFonts w:ascii="Corbel" w:hAnsi="Corbel"/>
          <w:i/>
          <w:sz w:val="24"/>
          <w:szCs w:val="24"/>
        </w:rPr>
        <w:tab/>
      </w:r>
      <w:r w:rsidR="00F24139">
        <w:rPr>
          <w:rFonts w:ascii="Corbel" w:hAnsi="Corbel"/>
          <w:i/>
          <w:sz w:val="24"/>
          <w:szCs w:val="24"/>
        </w:rPr>
        <w:tab/>
      </w:r>
      <w:r w:rsidR="00F24139">
        <w:rPr>
          <w:rFonts w:ascii="Corbel" w:hAnsi="Corbel"/>
          <w:i/>
          <w:sz w:val="24"/>
          <w:szCs w:val="24"/>
        </w:rPr>
        <w:tab/>
      </w:r>
      <w:r w:rsidR="00F24139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05F4E">
        <w:rPr>
          <w:rFonts w:ascii="Corbel" w:hAnsi="Corbel"/>
          <w:sz w:val="20"/>
          <w:szCs w:val="20"/>
        </w:rPr>
        <w:t>202</w:t>
      </w:r>
      <w:r w:rsidR="00F93A71">
        <w:rPr>
          <w:rFonts w:ascii="Corbel" w:hAnsi="Corbel"/>
          <w:sz w:val="20"/>
          <w:szCs w:val="20"/>
        </w:rPr>
        <w:t>5</w:t>
      </w:r>
      <w:r w:rsidR="00605F4E">
        <w:rPr>
          <w:rFonts w:ascii="Corbel" w:hAnsi="Corbel"/>
          <w:sz w:val="20"/>
          <w:szCs w:val="20"/>
        </w:rPr>
        <w:t>/202</w:t>
      </w:r>
      <w:r w:rsidR="00F93A71">
        <w:rPr>
          <w:rFonts w:ascii="Corbel" w:hAnsi="Corbel"/>
          <w:sz w:val="20"/>
          <w:szCs w:val="20"/>
        </w:rPr>
        <w:t>6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2C6F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</w:t>
            </w:r>
            <w:r w:rsidR="00DD1406">
              <w:rPr>
                <w:rFonts w:ascii="Corbel" w:hAnsi="Corbel"/>
                <w:bCs/>
                <w:sz w:val="24"/>
                <w:szCs w:val="24"/>
              </w:rPr>
              <w:t>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pracy profilaktycznej w społeczności lokalnej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05F4E" w:rsidRPr="00B169DF" w:rsidTr="00B819C8">
        <w:tc>
          <w:tcPr>
            <w:tcW w:w="2694" w:type="dxa"/>
            <w:vAlign w:val="center"/>
          </w:tcPr>
          <w:p w:rsidR="00605F4E" w:rsidRPr="00B169DF" w:rsidRDefault="00605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605F4E" w:rsidRPr="00B169DF" w:rsidRDefault="00605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05F4E" w:rsidRPr="00B169DF" w:rsidTr="00B819C8">
        <w:tc>
          <w:tcPr>
            <w:tcW w:w="2694" w:type="dxa"/>
            <w:vAlign w:val="center"/>
          </w:tcPr>
          <w:p w:rsidR="00605F4E" w:rsidRPr="00B169DF" w:rsidRDefault="00605F4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05F4E" w:rsidRPr="00B169DF" w:rsidRDefault="00605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05F4E" w:rsidRPr="00B169DF" w:rsidTr="00B819C8">
        <w:tc>
          <w:tcPr>
            <w:tcW w:w="2694" w:type="dxa"/>
            <w:vAlign w:val="center"/>
          </w:tcPr>
          <w:p w:rsidR="00605F4E" w:rsidRPr="00B169DF" w:rsidRDefault="00605F4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5F4E" w:rsidRPr="00B169DF" w:rsidRDefault="00605F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7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AF4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219F2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2D0E0B" w:rsidRPr="007219F2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2D0E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19F2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:rsidTr="00DF1C51">
        <w:tc>
          <w:tcPr>
            <w:tcW w:w="844" w:type="dxa"/>
            <w:vAlign w:val="center"/>
          </w:tcPr>
          <w:p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B1152E" w:rsidRPr="00B169DF" w:rsidTr="00025A75">
        <w:tc>
          <w:tcPr>
            <w:tcW w:w="1681" w:type="dxa"/>
          </w:tcPr>
          <w:p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>Student wymieni koncepcje, zasady, procedury i metody „wygaszania” zachowań antyspołecznych i nieadekwatnych w oparciu o wybrane koncepcje pedagogiczne, socjologiczne i psychologiczne, uwzględniając złożoność procesu resocjalizacji.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b/>
                <w:smallCaps/>
              </w:rPr>
            </w:pPr>
            <w:r w:rsidRPr="000C5A0D">
              <w:rPr>
                <w:rFonts w:ascii="Corbel" w:hAnsi="Corbel"/>
              </w:rPr>
              <w:t>K_W06</w:t>
            </w:r>
          </w:p>
        </w:tc>
      </w:tr>
      <w:tr w:rsidR="00B1152E" w:rsidRPr="00B169DF" w:rsidTr="00025A75">
        <w:tc>
          <w:tcPr>
            <w:tcW w:w="1681" w:type="dxa"/>
          </w:tcPr>
          <w:p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66D0">
              <w:rPr>
                <w:rFonts w:ascii="Corbel" w:hAnsi="Corbel"/>
                <w:b w:val="0"/>
                <w:smallCaps w:val="0"/>
                <w:sz w:val="22"/>
              </w:rPr>
              <w:t xml:space="preserve">Student kreując oddziaływania profilaktyczne i resocjalizacyjne przedstawi ich zależności z innymi obszarami pracy zarówno w przestrzeni społecznej jak i instytucjonalnej.  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:rsidTr="00025A75">
        <w:tc>
          <w:tcPr>
            <w:tcW w:w="1681" w:type="dxa"/>
          </w:tcPr>
          <w:p w:rsidR="00B1152E" w:rsidRPr="00B169DF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9C62A4">
              <w:rPr>
                <w:rFonts w:ascii="Corbel" w:hAnsi="Corbel"/>
                <w:b w:val="0"/>
                <w:smallCaps w:val="0"/>
                <w:sz w:val="22"/>
              </w:rPr>
              <w:t>Student zaprezentuje projekt oddziaływań profilaktycznych i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U06</w:t>
            </w:r>
          </w:p>
          <w:p w:rsidR="00B1152E" w:rsidRPr="008C1875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1152E" w:rsidRPr="00B169DF" w:rsidTr="00025A75">
        <w:tc>
          <w:tcPr>
            <w:tcW w:w="1681" w:type="dxa"/>
          </w:tcPr>
          <w:p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B1152E" w:rsidRPr="00C213B5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012F10">
              <w:rPr>
                <w:rFonts w:ascii="Corbel" w:hAnsi="Corbel"/>
                <w:b w:val="0"/>
                <w:smallCaps w:val="0"/>
                <w:sz w:val="22"/>
              </w:rPr>
              <w:t>Student zaprojektuje konstruktywny, innowacyjny model 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B1152E" w:rsidRPr="008C1875" w:rsidRDefault="00B1152E" w:rsidP="00B1152E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7</w:t>
            </w:r>
          </w:p>
          <w:p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</w:p>
        </w:tc>
      </w:tr>
      <w:tr w:rsidR="00B1152E" w:rsidRPr="00B169DF" w:rsidTr="00025A75">
        <w:tc>
          <w:tcPr>
            <w:tcW w:w="1681" w:type="dxa"/>
          </w:tcPr>
          <w:p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B1152E" w:rsidRPr="004E608A" w:rsidRDefault="00B1152E" w:rsidP="00B115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B01353">
              <w:rPr>
                <w:rFonts w:ascii="Corbel" w:hAnsi="Corbel"/>
                <w:b w:val="0"/>
                <w:smallCaps w:val="0"/>
                <w:sz w:val="22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3</w:t>
            </w:r>
          </w:p>
        </w:tc>
      </w:tr>
      <w:tr w:rsidR="00B1152E" w:rsidRPr="00B169DF" w:rsidTr="00025A75">
        <w:tc>
          <w:tcPr>
            <w:tcW w:w="1681" w:type="dxa"/>
          </w:tcPr>
          <w:p w:rsidR="00B1152E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B1152E" w:rsidRPr="002A2AD9" w:rsidRDefault="00B1152E" w:rsidP="00B115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F14DB">
              <w:rPr>
                <w:rFonts w:ascii="Corbel" w:hAnsi="Corbel"/>
                <w:b w:val="0"/>
                <w:smallCaps w:val="0"/>
                <w:sz w:val="22"/>
              </w:rPr>
              <w:t>Student dokona analizy celów, funkcji i metod resocjalizacji (ich zalet i wad oraz sytuacji, w których zastosowane mogą przynieść korzystne efekty).</w:t>
            </w:r>
          </w:p>
        </w:tc>
        <w:tc>
          <w:tcPr>
            <w:tcW w:w="1865" w:type="dxa"/>
          </w:tcPr>
          <w:p w:rsidR="00B1152E" w:rsidRPr="0009202E" w:rsidRDefault="00B1152E" w:rsidP="00B1152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>
              <w:rPr>
                <w:rFonts w:ascii="Corbel" w:hAnsi="Corbel"/>
                <w:b w:val="0"/>
                <w:sz w:val="22"/>
              </w:rPr>
              <w:t>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C771F5" w:rsidRPr="00B169DF" w:rsidTr="007879A8">
        <w:tc>
          <w:tcPr>
            <w:tcW w:w="9520" w:type="dxa"/>
          </w:tcPr>
          <w:p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:rsidTr="007879A8">
        <w:tc>
          <w:tcPr>
            <w:tcW w:w="9520" w:type="dxa"/>
          </w:tcPr>
          <w:p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6"/>
      </w:tblGrid>
      <w:tr w:rsidR="00CD240C" w:rsidRPr="00A8662B" w:rsidTr="00CD240C">
        <w:tc>
          <w:tcPr>
            <w:tcW w:w="9526" w:type="dxa"/>
            <w:vAlign w:val="center"/>
          </w:tcPr>
          <w:p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społeczna w perspektywie interdyscyplinarnej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Kluczowe zależności i komponenty profilaktyki społecznej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Czynniki chroniące i czynniki ryzyka w ujęciu profilaktycznym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Zachowania ryzykowne w profilaktyce społecznej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Środowiskowy wymiar profilaktyki społecznej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Tożsamość miejsca w małej ojczyźnie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Społeczność lokalna w świetle koncepcji psychologii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 xml:space="preserve">Teorie ekologiczne 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Zagadnienie kontroli społecznej w profilaktyce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Rodzina. Specyfika i problemy w kontekście realizowanych działań profilaktycznych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Szkoła środowiskowa w świetle współdziałania profilaktycznego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Specyficzne działania profilaktyczne w środowisku lokalnym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Profilaktyka kompleksowa w środowisku lokalnym: profilaktyka oparta na wartościach; strategie profilaktyczne w środowisku lokalnym; wspólnota, współdziałanie, relacja jako imperatyw profilaktyczny</w:t>
            </w:r>
          </w:p>
        </w:tc>
      </w:tr>
      <w:tr w:rsidR="008D45C4" w:rsidRPr="000A022D" w:rsidTr="00CD240C">
        <w:trPr>
          <w:trHeight w:val="389"/>
        </w:trPr>
        <w:tc>
          <w:tcPr>
            <w:tcW w:w="9526" w:type="dxa"/>
          </w:tcPr>
          <w:p w:rsidR="008D45C4" w:rsidRPr="008D45C4" w:rsidRDefault="008D45C4" w:rsidP="008D45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45C4">
              <w:rPr>
                <w:rFonts w:ascii="Corbel" w:hAnsi="Corbel"/>
                <w:b w:val="0"/>
                <w:smallCaps w:val="0"/>
                <w:sz w:val="22"/>
              </w:rPr>
              <w:t>Spotkanie człowieka kluczowym elementem w Modelu Profilaktyki Kompleksowej w Środowisku Lokalnym</w:t>
            </w: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:rsidTr="00573475">
        <w:tc>
          <w:tcPr>
            <w:tcW w:w="1962" w:type="dxa"/>
          </w:tcPr>
          <w:p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:rsidTr="00573475">
        <w:tc>
          <w:tcPr>
            <w:tcW w:w="1962" w:type="dxa"/>
          </w:tcPr>
          <w:p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995A2F">
              <w:rPr>
                <w:rFonts w:ascii="Corbel" w:hAnsi="Corbel"/>
                <w:i/>
                <w:color w:val="000000"/>
              </w:rPr>
              <w:t xml:space="preserve"> – minimum 51</w:t>
            </w:r>
            <w:r w:rsidR="00B02104">
              <w:rPr>
                <w:rFonts w:ascii="Corbel" w:hAnsi="Corbel"/>
                <w:i/>
                <w:color w:val="000000"/>
              </w:rPr>
              <w:t>% pozytywnych odpowiedzi.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9733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7257C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85747A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BF553D" w:rsidRPr="00861AB3" w:rsidTr="005808FF">
        <w:trPr>
          <w:trHeight w:val="50"/>
        </w:trPr>
        <w:tc>
          <w:tcPr>
            <w:tcW w:w="7513" w:type="dxa"/>
          </w:tcPr>
          <w:p w:rsidR="00BF553D" w:rsidRPr="002A7608" w:rsidRDefault="00BF553D" w:rsidP="005808F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BF553D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:rsidR="00BF553D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Kmiecik-Jusięga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Ignatianum w Krakowie, Kraków 2022.</w:t>
            </w:r>
          </w:p>
          <w:p w:rsidR="00BF553D" w:rsidRPr="00580A77" w:rsidRDefault="00BF553D" w:rsidP="005808F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>Wydawnictwo DiG, Warszawa 2020.</w:t>
            </w:r>
          </w:p>
          <w:p w:rsidR="00BF553D" w:rsidRDefault="00BF553D" w:rsidP="005808FF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 xml:space="preserve">Kmiecik-Jusięga K., Laurman-Jarząbek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>Akademia Ignatianum w Krakowie Wydawnictwo WAM Kraków 2016.</w:t>
            </w:r>
          </w:p>
          <w:p w:rsidR="00BF553D" w:rsidRPr="00861AB3" w:rsidRDefault="00BF553D" w:rsidP="005808F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F553D" w:rsidRPr="00044F0D" w:rsidTr="005808FF">
        <w:trPr>
          <w:trHeight w:val="397"/>
        </w:trPr>
        <w:tc>
          <w:tcPr>
            <w:tcW w:w="7513" w:type="dxa"/>
          </w:tcPr>
          <w:p w:rsidR="00BF553D" w:rsidRPr="009E3C0D" w:rsidRDefault="00BF553D" w:rsidP="005808F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:rsidR="00BF553D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Universitas, Kraków 2009.</w:t>
            </w:r>
          </w:p>
          <w:p w:rsidR="00BF553D" w:rsidRPr="00953B47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BF553D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BF553D" w:rsidRPr="002A7608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Grisel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Wydawnictwo Rebis, Poznań 2020.</w:t>
            </w:r>
          </w:p>
          <w:p w:rsidR="00BF553D" w:rsidRPr="002A7608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Hołyst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:rsidR="00BF553D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:rsidR="00BF553D" w:rsidRPr="00044F0D" w:rsidRDefault="00BF553D" w:rsidP="00580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B19CE">
              <w:rPr>
                <w:rFonts w:ascii="Corbel" w:hAnsi="Corbel"/>
                <w:b w:val="0"/>
                <w:smallCaps w:val="0"/>
                <w:sz w:val="22"/>
              </w:rPr>
              <w:t>Borowska T.,</w:t>
            </w:r>
            <w:r w:rsidRPr="008B1E3B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Pedagogia ograniczeń ludzkiej egzystencji. </w:t>
            </w:r>
            <w:r w:rsidRPr="009B19CE">
              <w:rPr>
                <w:rFonts w:ascii="Corbel" w:hAnsi="Corbel"/>
                <w:b w:val="0"/>
                <w:smallCaps w:val="0"/>
                <w:sz w:val="22"/>
              </w:rPr>
              <w:t>Wydawnictwo IBE, Warszawa 1998.</w:t>
            </w:r>
          </w:p>
        </w:tc>
      </w:tr>
    </w:tbl>
    <w:p w:rsidR="00BF553D" w:rsidRPr="00B169DF" w:rsidRDefault="00BF553D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D0E08" w:rsidRDefault="004D0E08" w:rsidP="00BF553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B1718" w:rsidRPr="00B169DF" w:rsidRDefault="004D0E0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B1718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1F3" w:rsidRDefault="00F001F3" w:rsidP="00C16ABF">
      <w:pPr>
        <w:spacing w:after="0" w:line="240" w:lineRule="auto"/>
      </w:pPr>
      <w:r>
        <w:separator/>
      </w:r>
    </w:p>
  </w:endnote>
  <w:endnote w:type="continuationSeparator" w:id="1">
    <w:p w:rsidR="00F001F3" w:rsidRDefault="00F001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1F3" w:rsidRDefault="00F001F3" w:rsidP="00C16ABF">
      <w:pPr>
        <w:spacing w:after="0" w:line="240" w:lineRule="auto"/>
      </w:pPr>
      <w:r>
        <w:separator/>
      </w:r>
    </w:p>
  </w:footnote>
  <w:footnote w:type="continuationSeparator" w:id="1">
    <w:p w:rsidR="00F001F3" w:rsidRDefault="00F001F3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5E4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743A2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C6134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51A41"/>
    <w:rsid w:val="00252F8E"/>
    <w:rsid w:val="00276109"/>
    <w:rsid w:val="00280E31"/>
    <w:rsid w:val="00281FF2"/>
    <w:rsid w:val="002857DE"/>
    <w:rsid w:val="00291567"/>
    <w:rsid w:val="00297389"/>
    <w:rsid w:val="002A22BF"/>
    <w:rsid w:val="002A2389"/>
    <w:rsid w:val="002A2AD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C6F46"/>
    <w:rsid w:val="002D0E0B"/>
    <w:rsid w:val="002D2C94"/>
    <w:rsid w:val="002D3375"/>
    <w:rsid w:val="002D511F"/>
    <w:rsid w:val="002D67CD"/>
    <w:rsid w:val="002D73D4"/>
    <w:rsid w:val="002E0AB0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30DD"/>
    <w:rsid w:val="00357ACE"/>
    <w:rsid w:val="00363F78"/>
    <w:rsid w:val="00374105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1E61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F0E"/>
    <w:rsid w:val="004B4569"/>
    <w:rsid w:val="004B7B3C"/>
    <w:rsid w:val="004C5B89"/>
    <w:rsid w:val="004D0E08"/>
    <w:rsid w:val="004D31C0"/>
    <w:rsid w:val="004D5282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05F4E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6AF3"/>
    <w:rsid w:val="006B1A1F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19F2"/>
    <w:rsid w:val="00724677"/>
    <w:rsid w:val="00725459"/>
    <w:rsid w:val="007257C5"/>
    <w:rsid w:val="00727B31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87D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C3299"/>
    <w:rsid w:val="007C3BCC"/>
    <w:rsid w:val="007C4546"/>
    <w:rsid w:val="007C4750"/>
    <w:rsid w:val="007C725F"/>
    <w:rsid w:val="007D6D67"/>
    <w:rsid w:val="007D6E56"/>
    <w:rsid w:val="007F0026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47A36"/>
    <w:rsid w:val="008552A2"/>
    <w:rsid w:val="0085747A"/>
    <w:rsid w:val="00861AB3"/>
    <w:rsid w:val="0086324A"/>
    <w:rsid w:val="008834F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D45C4"/>
    <w:rsid w:val="008E1001"/>
    <w:rsid w:val="008E3682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733FA"/>
    <w:rsid w:val="00974935"/>
    <w:rsid w:val="00987012"/>
    <w:rsid w:val="00990972"/>
    <w:rsid w:val="00995A2F"/>
    <w:rsid w:val="00997F14"/>
    <w:rsid w:val="009A78D9"/>
    <w:rsid w:val="009C1296"/>
    <w:rsid w:val="009C3E31"/>
    <w:rsid w:val="009C54AE"/>
    <w:rsid w:val="009C7242"/>
    <w:rsid w:val="009C788E"/>
    <w:rsid w:val="009D3395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4403D"/>
    <w:rsid w:val="00A53FA5"/>
    <w:rsid w:val="00A54817"/>
    <w:rsid w:val="00A548AA"/>
    <w:rsid w:val="00A601C8"/>
    <w:rsid w:val="00A60799"/>
    <w:rsid w:val="00A6716B"/>
    <w:rsid w:val="00A7486A"/>
    <w:rsid w:val="00A837C7"/>
    <w:rsid w:val="00A84C85"/>
    <w:rsid w:val="00A85F1C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E1160"/>
    <w:rsid w:val="00AE203C"/>
    <w:rsid w:val="00AE2E74"/>
    <w:rsid w:val="00AE33C4"/>
    <w:rsid w:val="00AE57A3"/>
    <w:rsid w:val="00AE5FCB"/>
    <w:rsid w:val="00AF0B9B"/>
    <w:rsid w:val="00AF2C1E"/>
    <w:rsid w:val="00AF4912"/>
    <w:rsid w:val="00AF57A1"/>
    <w:rsid w:val="00B02104"/>
    <w:rsid w:val="00B04A63"/>
    <w:rsid w:val="00B06142"/>
    <w:rsid w:val="00B1152E"/>
    <w:rsid w:val="00B12C21"/>
    <w:rsid w:val="00B135B1"/>
    <w:rsid w:val="00B1435F"/>
    <w:rsid w:val="00B152EA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2597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553D"/>
    <w:rsid w:val="00BF5C80"/>
    <w:rsid w:val="00BF61F3"/>
    <w:rsid w:val="00C04A80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A40"/>
    <w:rsid w:val="00C757FA"/>
    <w:rsid w:val="00C76553"/>
    <w:rsid w:val="00C766DF"/>
    <w:rsid w:val="00C771F5"/>
    <w:rsid w:val="00C8321D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04E11"/>
    <w:rsid w:val="00D126EE"/>
    <w:rsid w:val="00D127E9"/>
    <w:rsid w:val="00D17C3C"/>
    <w:rsid w:val="00D26B2C"/>
    <w:rsid w:val="00D33346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5C67"/>
    <w:rsid w:val="00DC5CEA"/>
    <w:rsid w:val="00DC78FE"/>
    <w:rsid w:val="00DD1406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017"/>
    <w:rsid w:val="00E21E7D"/>
    <w:rsid w:val="00E22FBC"/>
    <w:rsid w:val="00E24BF5"/>
    <w:rsid w:val="00E25338"/>
    <w:rsid w:val="00E25E93"/>
    <w:rsid w:val="00E40217"/>
    <w:rsid w:val="00E464CA"/>
    <w:rsid w:val="00E471C3"/>
    <w:rsid w:val="00E51E44"/>
    <w:rsid w:val="00E63348"/>
    <w:rsid w:val="00E7195E"/>
    <w:rsid w:val="00E742AA"/>
    <w:rsid w:val="00E77E88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01F3"/>
    <w:rsid w:val="00F024AE"/>
    <w:rsid w:val="00F070AB"/>
    <w:rsid w:val="00F11ED7"/>
    <w:rsid w:val="00F15DA4"/>
    <w:rsid w:val="00F17567"/>
    <w:rsid w:val="00F24139"/>
    <w:rsid w:val="00F26CE3"/>
    <w:rsid w:val="00F27A7B"/>
    <w:rsid w:val="00F31F5D"/>
    <w:rsid w:val="00F3277F"/>
    <w:rsid w:val="00F367BB"/>
    <w:rsid w:val="00F526AF"/>
    <w:rsid w:val="00F55323"/>
    <w:rsid w:val="00F56A3E"/>
    <w:rsid w:val="00F617C3"/>
    <w:rsid w:val="00F61A26"/>
    <w:rsid w:val="00F666F8"/>
    <w:rsid w:val="00F7066B"/>
    <w:rsid w:val="00F71DBC"/>
    <w:rsid w:val="00F738E8"/>
    <w:rsid w:val="00F83597"/>
    <w:rsid w:val="00F83B28"/>
    <w:rsid w:val="00F93A71"/>
    <w:rsid w:val="00F974DA"/>
    <w:rsid w:val="00FA46E5"/>
    <w:rsid w:val="00FA5BBB"/>
    <w:rsid w:val="00FB08A7"/>
    <w:rsid w:val="00FB1340"/>
    <w:rsid w:val="00FB1718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E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E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E11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C645-2F93-4000-9B40-AAA89673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359</TotalTime>
  <Pages>1</Pages>
  <Words>1165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306</cp:revision>
  <cp:lastPrinted>2019-02-06T12:12:00Z</cp:lastPrinted>
  <dcterms:created xsi:type="dcterms:W3CDTF">2023-06-10T14:37:00Z</dcterms:created>
  <dcterms:modified xsi:type="dcterms:W3CDTF">2024-09-19T22:05:00Z</dcterms:modified>
</cp:coreProperties>
</file>